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3059A">
        <w:rPr>
          <w:rFonts w:ascii="Arial" w:hAnsi="Arial" w:cs="Arial"/>
          <w:b/>
          <w:caps/>
          <w:sz w:val="28"/>
          <w:szCs w:val="28"/>
        </w:rPr>
        <w:t>826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3059A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3059A">
              <w:rPr>
                <w:rFonts w:ascii="Arial" w:hAnsi="Arial" w:cs="Arial"/>
                <w:sz w:val="20"/>
                <w:szCs w:val="20"/>
              </w:rPr>
              <w:t>Solicita capina e limpeza das margens do Córrego do Turi, no trecho defronte do nº 45 da Rua Minas Gerais, na Vila Pinheiro.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13059A">
        <w:rPr>
          <w:rFonts w:ascii="Arial" w:hAnsi="Arial" w:cs="Arial"/>
        </w:rPr>
        <w:t>à execução dos serviços de</w:t>
      </w:r>
      <w:r w:rsidR="0013059A" w:rsidRPr="0013059A">
        <w:rPr>
          <w:rFonts w:ascii="Arial" w:hAnsi="Arial" w:cs="Arial"/>
        </w:rPr>
        <w:t xml:space="preserve"> capina e limpeza das margens do Córrego do Turi, no trecho defronte do nº 45 da Rua Minas Gerais, na Vila Pinheiro.</w:t>
      </w:r>
    </w:p>
    <w:p w:rsidR="0013059A" w:rsidRDefault="0013059A" w:rsidP="0013059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nas fotos anexas, </w:t>
      </w:r>
      <w:r w:rsidRPr="0013059A">
        <w:rPr>
          <w:rFonts w:ascii="Arial" w:hAnsi="Arial" w:cs="Arial"/>
        </w:rPr>
        <w:t xml:space="preserve">o mato está </w:t>
      </w:r>
      <w:r>
        <w:rPr>
          <w:rFonts w:ascii="Arial" w:hAnsi="Arial" w:cs="Arial"/>
        </w:rPr>
        <w:t xml:space="preserve">muito </w:t>
      </w:r>
      <w:r w:rsidRPr="0013059A">
        <w:rPr>
          <w:rFonts w:ascii="Arial" w:hAnsi="Arial" w:cs="Arial"/>
        </w:rPr>
        <w:t>alto no local</w:t>
      </w:r>
      <w:r>
        <w:rPr>
          <w:rFonts w:ascii="Arial" w:hAnsi="Arial" w:cs="Arial"/>
        </w:rPr>
        <w:t xml:space="preserve"> e</w:t>
      </w:r>
      <w:r w:rsidRPr="0013059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</w:t>
      </w:r>
      <w:r w:rsidRPr="0013059A">
        <w:rPr>
          <w:rFonts w:ascii="Arial" w:hAnsi="Arial" w:cs="Arial"/>
        </w:rPr>
        <w:t>egundo os moradores, está ocorrendo a proliferação de ratos, insetos e animais peçonhentos que estão invadindo as r</w:t>
      </w:r>
      <w:bookmarkStart w:id="0" w:name="_GoBack"/>
      <w:bookmarkEnd w:id="0"/>
      <w:r w:rsidRPr="0013059A">
        <w:rPr>
          <w:rFonts w:ascii="Arial" w:hAnsi="Arial" w:cs="Arial"/>
        </w:rPr>
        <w:t>esidências.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3059A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3059A">
        <w:rPr>
          <w:rFonts w:ascii="Arial" w:hAnsi="Arial" w:cs="Arial"/>
        </w:rPr>
        <w:t>28 de março de 2018.</w:t>
      </w:r>
    </w:p>
    <w:p w:rsidR="0013059A" w:rsidRDefault="0013059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3059A" w:rsidRDefault="0013059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3059A" w:rsidRDefault="0013059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3059A" w:rsidRPr="00A34F2C" w:rsidRDefault="0013059A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13059A" w:rsidRDefault="0013059A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13059A" w:rsidRDefault="0013059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3059A" w:rsidRDefault="0013059A" w:rsidP="0013059A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740D57C0">
            <wp:extent cx="5394960" cy="404622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96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3059A" w:rsidRPr="0013059A" w:rsidRDefault="0013059A" w:rsidP="0013059A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090F5C76">
            <wp:extent cx="5394960" cy="404622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96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3059A" w:rsidRPr="0013059A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E9C" w:rsidRDefault="00963E9C">
      <w:r>
        <w:separator/>
      </w:r>
    </w:p>
  </w:endnote>
  <w:endnote w:type="continuationSeparator" w:id="0">
    <w:p w:rsidR="00963E9C" w:rsidRDefault="00963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E9C" w:rsidRDefault="00963E9C">
      <w:r>
        <w:separator/>
      </w:r>
    </w:p>
  </w:footnote>
  <w:footnote w:type="continuationSeparator" w:id="0">
    <w:p w:rsidR="00963E9C" w:rsidRDefault="00963E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3059A">
      <w:rPr>
        <w:rFonts w:ascii="Arial" w:hAnsi="Arial" w:cs="Arial"/>
        <w:b/>
        <w:sz w:val="20"/>
        <w:szCs w:val="20"/>
        <w:u w:val="single"/>
      </w:rPr>
      <w:t>826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3059A">
      <w:rPr>
        <w:rFonts w:ascii="Arial" w:hAnsi="Arial" w:cs="Arial"/>
        <w:b/>
        <w:sz w:val="20"/>
        <w:szCs w:val="20"/>
        <w:u w:val="single"/>
      </w:rPr>
      <w:t xml:space="preserve"> - LUÍS FLAVIO (FLAVINHO)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42B1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42B1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3059A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63E9C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2B1A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0D2E5-77E5-45EA-B450-077997389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126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2018-03-26T20:17:00Z</cp:lastPrinted>
  <dcterms:created xsi:type="dcterms:W3CDTF">2018-03-26T20:17:00Z</dcterms:created>
  <dcterms:modified xsi:type="dcterms:W3CDTF">2018-03-26T20:17:00Z</dcterms:modified>
</cp:coreProperties>
</file>